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128FD89E" w:rsidR="00F422D3" w:rsidRDefault="00F422D3" w:rsidP="00BB1390">
      <w:pPr>
        <w:pStyle w:val="Titul2"/>
      </w:pPr>
      <w:r>
        <w:t xml:space="preserve">Název </w:t>
      </w:r>
      <w:r w:rsidRPr="00BB1390">
        <w:t>zakázky</w:t>
      </w:r>
      <w:r>
        <w:t xml:space="preserve">: </w:t>
      </w:r>
      <w:r w:rsidRPr="009F2452">
        <w:t>„</w:t>
      </w:r>
      <w:r w:rsidR="009F2452" w:rsidRPr="009F2452">
        <w:t>Výstavba areálu HZS Přerov, 1. etapa</w:t>
      </w:r>
      <w:r w:rsidR="00402EB2">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211C3AFF" w:rsidR="00F422D3" w:rsidRDefault="00F422D3" w:rsidP="00B42F40">
      <w:pPr>
        <w:pStyle w:val="Textbezodsazen"/>
      </w:pPr>
      <w:r>
        <w:t>ISPROFOND</w:t>
      </w:r>
      <w:r w:rsidR="00A07DDA">
        <w:t>/SUBISPROFIN</w:t>
      </w:r>
      <w:r>
        <w:t xml:space="preserve">: </w:t>
      </w:r>
      <w:r w:rsidR="001D5737" w:rsidRPr="001D5737">
        <w:t>5 713 510 018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D25FB1B" w:rsidR="007D26F9" w:rsidRDefault="007D26F9" w:rsidP="00BC5BDD">
      <w:pPr>
        <w:pStyle w:val="Text1-1"/>
      </w:pPr>
      <w:r>
        <w:t xml:space="preserve">Objednatel oznámil </w:t>
      </w:r>
      <w:r w:rsidR="00121010" w:rsidRPr="009F2452">
        <w:t xml:space="preserve">uveřejněním na Profilu zadavatele: </w:t>
      </w:r>
      <w:hyperlink r:id="rId11" w:history="1">
        <w:r w:rsidR="00121010" w:rsidRPr="009F2452">
          <w:rPr>
            <w:rStyle w:val="Hypertextovodkaz"/>
            <w:noProof w:val="0"/>
          </w:rPr>
          <w:t>https://zakazky.spravazeleznic.cz/</w:t>
        </w:r>
      </w:hyperlink>
      <w:r w:rsidR="00121010" w:rsidRPr="009F2452">
        <w:t xml:space="preserve"> d</w:t>
      </w:r>
      <w:r w:rsidR="00121010">
        <w:t xml:space="preserve">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rsidRPr="009F2452">
        <w:t>názvem „</w:t>
      </w:r>
      <w:r w:rsidR="009F2452" w:rsidRPr="009F2452">
        <w:rPr>
          <w:b/>
        </w:rPr>
        <w:t>Výstavba areálu HZS Přerov, 1. etapa</w:t>
      </w:r>
      <w:r w:rsidR="00402EB2">
        <w:rPr>
          <w:b/>
        </w:rPr>
        <w:t>“</w:t>
      </w:r>
      <w:r w:rsidRPr="009F2452">
        <w:t xml:space="preserve"> (dále</w:t>
      </w:r>
      <w:r>
        <w:t xml:space="preserv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6B503D1"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9F2452">
        <w:rPr>
          <w:rStyle w:val="Tun"/>
        </w:rPr>
        <w:t>6</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EA5F717" w:rsidR="007D26F9" w:rsidRPr="00023FF7" w:rsidRDefault="007D26F9" w:rsidP="00BC5BDD">
      <w:pPr>
        <w:pStyle w:val="Textbezslovn"/>
      </w:pPr>
      <w:r w:rsidRPr="00517C97">
        <w:rPr>
          <w:b/>
        </w:rPr>
        <w:t>Lhůta pro dokončení stavebních prací</w:t>
      </w:r>
      <w:r>
        <w:t xml:space="preserve"> činí celkem </w:t>
      </w:r>
      <w:r w:rsidR="009F2452">
        <w:rPr>
          <w:rStyle w:val="Tun"/>
        </w:rPr>
        <w:t>4</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023FF7">
        <w:t>o </w:t>
      </w:r>
      <w:r w:rsidRPr="00023FF7">
        <w:t>předání</w:t>
      </w:r>
      <w:r w:rsidR="00A349C6" w:rsidRPr="00023FF7">
        <w:t xml:space="preserve"> a </w:t>
      </w:r>
      <w:r w:rsidRPr="00023FF7">
        <w:t xml:space="preserve">převzetí Díla). </w:t>
      </w:r>
    </w:p>
    <w:p w14:paraId="6AB33383" w14:textId="40F31403" w:rsidR="007D26F9" w:rsidRPr="009F2452" w:rsidRDefault="009F2452" w:rsidP="00BC5BDD">
      <w:pPr>
        <w:pStyle w:val="Textbezslovn"/>
      </w:pPr>
      <w:r w:rsidRPr="00023FF7">
        <w:rPr>
          <w:b/>
        </w:rPr>
        <w:t>P</w:t>
      </w:r>
      <w:r w:rsidR="007D26F9" w:rsidRPr="00023FF7">
        <w:rPr>
          <w:b/>
        </w:rPr>
        <w:t>ředání osvědčení</w:t>
      </w:r>
      <w:r w:rsidR="00A349C6" w:rsidRPr="00023FF7">
        <w:rPr>
          <w:b/>
        </w:rPr>
        <w:t xml:space="preserve"> o </w:t>
      </w:r>
      <w:r w:rsidR="007D26F9" w:rsidRPr="00023FF7">
        <w:rPr>
          <w:b/>
        </w:rPr>
        <w:t>bezpečnosti</w:t>
      </w:r>
      <w:r w:rsidR="007D26F9" w:rsidRPr="00023FF7">
        <w:t xml:space="preserve"> zpracovaného nezávislým posuzovatelem podle prováděcího nařízení</w:t>
      </w:r>
      <w:r w:rsidR="007D26F9">
        <w:t xml:space="preserve">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w:t>
      </w:r>
      <w:r w:rsidR="007D26F9" w:rsidRPr="00517C97">
        <w:rPr>
          <w:b/>
        </w:rPr>
        <w:t>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Pr="009F2452">
        <w:rPr>
          <w:b/>
          <w:bCs/>
        </w:rPr>
        <w:t>2</w:t>
      </w:r>
      <w:r w:rsidR="007D26F9" w:rsidRPr="009F2452">
        <w:rPr>
          <w:rStyle w:val="Tun"/>
          <w:b w:val="0"/>
          <w:bCs/>
        </w:rPr>
        <w:t xml:space="preserve"> </w:t>
      </w:r>
      <w:r w:rsidR="007D26F9" w:rsidRPr="008F7242">
        <w:rPr>
          <w:rStyle w:val="Tun"/>
        </w:rPr>
        <w:t>měsíců</w:t>
      </w:r>
      <w:r w:rsidR="007D26F9" w:rsidRPr="00517C97">
        <w:rPr>
          <w:b/>
        </w:rPr>
        <w:t xml:space="preserve"> ode dne podpisu </w:t>
      </w:r>
      <w:r w:rsidR="007D26F9" w:rsidRPr="009F2452">
        <w:rPr>
          <w:b/>
        </w:rPr>
        <w:t>posledního Zápisu</w:t>
      </w:r>
      <w:r w:rsidR="00A349C6" w:rsidRPr="009F2452">
        <w:rPr>
          <w:b/>
        </w:rPr>
        <w:t xml:space="preserve"> o </w:t>
      </w:r>
      <w:r w:rsidR="007D26F9" w:rsidRPr="009F2452">
        <w:rPr>
          <w:b/>
        </w:rPr>
        <w:t>předání</w:t>
      </w:r>
      <w:r w:rsidR="00A349C6" w:rsidRPr="009F2452">
        <w:rPr>
          <w:b/>
        </w:rPr>
        <w:t xml:space="preserve"> a </w:t>
      </w:r>
      <w:r w:rsidR="007D26F9" w:rsidRPr="009F2452">
        <w:rPr>
          <w:b/>
        </w:rPr>
        <w:t>převzetí Díla</w:t>
      </w:r>
      <w:r w:rsidR="007D26F9" w:rsidRPr="009F2452">
        <w:t>.</w:t>
      </w:r>
    </w:p>
    <w:p w14:paraId="6DF2692A" w14:textId="6EA2B187" w:rsidR="007D26F9" w:rsidRPr="009F2452" w:rsidRDefault="007D26F9" w:rsidP="00BC5BDD">
      <w:pPr>
        <w:pStyle w:val="Textbezslovn"/>
      </w:pPr>
      <w:r w:rsidRPr="009F2452">
        <w:t>Lhůty stanovené</w:t>
      </w:r>
      <w:r w:rsidR="00A349C6" w:rsidRPr="009F2452">
        <w:t xml:space="preserve"> </w:t>
      </w:r>
      <w:r w:rsidR="007C0E5F" w:rsidRPr="009F2452">
        <w:t>v </w:t>
      </w:r>
      <w:proofErr w:type="spellStart"/>
      <w:r w:rsidR="007C0E5F" w:rsidRPr="009F2452">
        <w:t>podčl</w:t>
      </w:r>
      <w:proofErr w:type="spellEnd"/>
      <w:r w:rsidR="007C0E5F" w:rsidRPr="009F2452">
        <w:t xml:space="preserve">. 1.11.5.1 Kapitoly 1 TKP staveb státních drah </w:t>
      </w:r>
      <w:r w:rsidR="00A349C6" w:rsidRPr="009F2452">
        <w:t>a </w:t>
      </w:r>
      <w:r w:rsidRPr="009F2452">
        <w:t>lhůty stanovené</w:t>
      </w:r>
      <w:r w:rsidR="00A349C6" w:rsidRPr="009F2452">
        <w:t xml:space="preserve"> v </w:t>
      </w:r>
      <w:r w:rsidRPr="009F2452">
        <w:t>odst. 2.10</w:t>
      </w:r>
      <w:r w:rsidR="00A349C6" w:rsidRPr="009F2452">
        <w:t xml:space="preserve"> a </w:t>
      </w:r>
      <w:r w:rsidRPr="009F2452">
        <w:t>2.11 Obchodních podmínek se</w:t>
      </w:r>
      <w:r w:rsidR="00A349C6" w:rsidRPr="009F2452">
        <w:t xml:space="preserve"> v </w:t>
      </w:r>
      <w:r w:rsidRPr="009F2452">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proofErr w:type="gramStart"/>
      <w:r>
        <w:t>Objednatelem</w:t>
      </w:r>
      <w:proofErr w:type="gramEnd"/>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 xml:space="preserve">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 xml:space="preserve">primárně distančním způsobem (elektronicky, např. MS Teams, Google </w:t>
      </w:r>
      <w:proofErr w:type="gramStart"/>
      <w:r w:rsidR="004A36B7" w:rsidRPr="00CF42C9">
        <w:rPr>
          <w:rFonts w:eastAsia="Times New Roman" w:cs="Times New Roman"/>
          <w:sz w:val="18"/>
          <w:szCs w:val="18"/>
        </w:rPr>
        <w:t>meet,</w:t>
      </w:r>
      <w:proofErr w:type="gramEnd"/>
      <w:r w:rsidR="004A36B7" w:rsidRPr="00CF42C9">
        <w:rPr>
          <w:rFonts w:eastAsia="Times New Roman" w:cs="Times New Roman"/>
          <w:sz w:val="18"/>
          <w:szCs w:val="18"/>
        </w:rPr>
        <w:t xml:space="preserve"> atp.), pokud nebude nutné, aby byly spojeny s místním šetřením.</w:t>
      </w:r>
    </w:p>
    <w:p w14:paraId="1ABCCAB2" w14:textId="5A75711D" w:rsidR="007A0137" w:rsidRPr="009F2452" w:rsidRDefault="009F2452" w:rsidP="009F2452">
      <w:pPr>
        <w:pStyle w:val="Text1-1"/>
        <w:numPr>
          <w:ilvl w:val="1"/>
          <w:numId w:val="9"/>
        </w:numPr>
      </w:pPr>
      <w:r w:rsidRPr="009F2452">
        <w:t>NEOBSAZENO</w:t>
      </w:r>
    </w:p>
    <w:p w14:paraId="47A533B4" w14:textId="0680791C" w:rsidR="009445AE" w:rsidRPr="009F2452" w:rsidRDefault="009445AE" w:rsidP="009445AE">
      <w:pPr>
        <w:pStyle w:val="Text1-1"/>
        <w:numPr>
          <w:ilvl w:val="1"/>
          <w:numId w:val="9"/>
        </w:numPr>
      </w:pPr>
      <w:r w:rsidRPr="009F2452">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 </w:t>
      </w:r>
    </w:p>
    <w:p w14:paraId="7C62739E" w14:textId="2BBF1A99" w:rsidR="007A0137" w:rsidRPr="009F2452" w:rsidRDefault="009F2452" w:rsidP="009F2452">
      <w:pPr>
        <w:pStyle w:val="Text1-1"/>
        <w:numPr>
          <w:ilvl w:val="1"/>
          <w:numId w:val="9"/>
        </w:numPr>
      </w:pPr>
      <w:r w:rsidRPr="009F2452">
        <w:t xml:space="preserve">NEOBSAZENO </w:t>
      </w:r>
    </w:p>
    <w:p w14:paraId="4F8E44FE" w14:textId="77777777" w:rsidR="00CC7CAD" w:rsidRPr="009F2452" w:rsidRDefault="00CC7CAD" w:rsidP="00CC7CAD">
      <w:pPr>
        <w:pStyle w:val="Text1-1"/>
        <w:numPr>
          <w:ilvl w:val="1"/>
          <w:numId w:val="9"/>
        </w:numPr>
      </w:pPr>
      <w:r w:rsidRPr="009F2452">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lastRenderedPageBreak/>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75E03048" w:rsidR="00A93E56" w:rsidRPr="009F2452" w:rsidRDefault="00CC7CAD" w:rsidP="009F2452">
      <w:pPr>
        <w:pStyle w:val="Text1-2"/>
        <w:numPr>
          <w:ilvl w:val="2"/>
          <w:numId w:val="9"/>
        </w:numPr>
        <w:tabs>
          <w:tab w:val="clear" w:pos="1928"/>
          <w:tab w:val="num" w:pos="1503"/>
        </w:tabs>
        <w:ind w:left="1503"/>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 xml:space="preserve">Součást Smlouvy </w:t>
      </w:r>
      <w:proofErr w:type="gramStart"/>
      <w:r w:rsidRPr="00E84916">
        <w:rPr>
          <w:rStyle w:val="Tun"/>
        </w:rPr>
        <w:t>tvoří</w:t>
      </w:r>
      <w:proofErr w:type="gramEnd"/>
      <w:r w:rsidRPr="00E84916">
        <w:rPr>
          <w:rStyle w:val="Tun"/>
        </w:rPr>
        <w:t xml:space="preserve"> tyto přílohy:</w:t>
      </w:r>
    </w:p>
    <w:p w14:paraId="462A1447" w14:textId="2AC29680" w:rsidR="007D26F9" w:rsidRDefault="007D26F9" w:rsidP="00342DC7">
      <w:pPr>
        <w:pStyle w:val="Textbezslovn"/>
      </w:pPr>
      <w:r w:rsidRPr="00A349C6">
        <w:rPr>
          <w:b/>
        </w:rPr>
        <w:t>Příloha č. 1:</w:t>
      </w:r>
      <w:r w:rsidR="008F7242">
        <w:t xml:space="preserve"> </w:t>
      </w:r>
      <w:r w:rsidR="008F7242">
        <w:tab/>
      </w:r>
      <w:r>
        <w:t>Obchodní podmínky –</w:t>
      </w:r>
      <w:r w:rsidR="001B499C" w:rsidRPr="001B499C">
        <w:t xml:space="preserve"> OP/R/28/24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EABCA66" w:rsidR="007D26F9" w:rsidRDefault="00F43D42" w:rsidP="00F43D42">
      <w:pPr>
        <w:pStyle w:val="Textbezslovn"/>
        <w:ind w:left="2127"/>
      </w:pPr>
      <w:r>
        <w:t xml:space="preserve">b) </w:t>
      </w:r>
      <w:r w:rsidR="007D26F9">
        <w:t xml:space="preserve">Všeobecné technické </w:t>
      </w:r>
      <w:r w:rsidR="007D26F9" w:rsidRPr="001B499C">
        <w:t xml:space="preserve">podmínky – </w:t>
      </w:r>
      <w:r w:rsidR="001B499C" w:rsidRPr="001B499C">
        <w:t>VTP/R/16/22</w:t>
      </w:r>
    </w:p>
    <w:p w14:paraId="6C4670F7" w14:textId="30DC3CE4" w:rsidR="001B499C" w:rsidRDefault="00F43D42" w:rsidP="001B499C">
      <w:pPr>
        <w:pStyle w:val="Textbezslovn"/>
        <w:ind w:left="2127"/>
      </w:pPr>
      <w:r>
        <w:t xml:space="preserve">c) </w:t>
      </w:r>
      <w:r w:rsidR="007D26F9">
        <w:t xml:space="preserve">Zvláštní technické podmínky </w:t>
      </w:r>
      <w:bookmarkStart w:id="1" w:name="_Hlk159578130"/>
      <w:r w:rsidR="001B499C">
        <w:t xml:space="preserve">na zhotovení stavby </w:t>
      </w:r>
      <w:r w:rsidR="00486FA0" w:rsidRPr="00486FA0">
        <w:t>„Výstavba areálu HZS Přerov, 1. etapa</w:t>
      </w:r>
      <w:r w:rsidR="00402EB2">
        <w:t>“</w:t>
      </w:r>
      <w:r w:rsidR="00486FA0" w:rsidRPr="00486FA0">
        <w:t xml:space="preserve"> ze dne 19. 12. 2023</w:t>
      </w:r>
    </w:p>
    <w:bookmarkEnd w:id="1"/>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49BDB61" w:rsidR="00CB4F6D" w:rsidRDefault="001B499C" w:rsidP="00CB4F6D">
      <w:pPr>
        <w:pStyle w:val="Textbezodsazen"/>
      </w:pPr>
      <w:r w:rsidRPr="00B605AC">
        <w:t>OP/R/28/24</w:t>
      </w:r>
      <w:r>
        <w:rPr>
          <w:highlight w:val="green"/>
        </w:rPr>
        <w:t> </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w:t>
      </w:r>
      <w:proofErr w:type="gramStart"/>
      <w:r w:rsidRPr="00EF09EB">
        <w:t>tvoří</w:t>
      </w:r>
      <w:proofErr w:type="gramEnd"/>
      <w:r w:rsidRPr="00EF09EB">
        <w:t xml:space="preserve">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68414E6F"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486FA0" w:rsidRPr="00486FA0">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3FCF186D" w14:textId="57AB0C94" w:rsidR="00342DC7" w:rsidRPr="00486FA0" w:rsidRDefault="00342DC7" w:rsidP="00E84916">
      <w:pPr>
        <w:pStyle w:val="Odstavec1-1a"/>
        <w:numPr>
          <w:ilvl w:val="0"/>
          <w:numId w:val="13"/>
        </w:numPr>
        <w:tabs>
          <w:tab w:val="clear" w:pos="1475"/>
          <w:tab w:val="num" w:pos="1077"/>
        </w:tabs>
        <w:ind w:left="1077"/>
        <w:rPr>
          <w:b/>
        </w:rPr>
      </w:pPr>
      <w:r w:rsidRPr="00486FA0">
        <w:rPr>
          <w:rStyle w:val="Tun"/>
        </w:rPr>
        <w:t xml:space="preserve">Zvláštní technické podmínky </w:t>
      </w:r>
      <w:r w:rsidR="00486FA0" w:rsidRPr="00486FA0">
        <w:rPr>
          <w:b/>
        </w:rPr>
        <w:t>na zhotovení stavby „</w:t>
      </w:r>
      <w:r w:rsidR="00486FA0" w:rsidRPr="00486FA0">
        <w:rPr>
          <w:b/>
          <w:bCs/>
        </w:rPr>
        <w:t>Výstavba areálu HZS Přerov</w:t>
      </w:r>
      <w:r w:rsidR="00486FA0" w:rsidRPr="00486FA0">
        <w:rPr>
          <w:b/>
        </w:rPr>
        <w:t>, 1. etapa</w:t>
      </w:r>
      <w:r w:rsidR="002A35AF">
        <w:rPr>
          <w:b/>
        </w:rPr>
        <w:t>“</w:t>
      </w:r>
      <w:r w:rsidR="00486FA0" w:rsidRPr="00486FA0">
        <w:rPr>
          <w:b/>
        </w:rPr>
        <w:t xml:space="preserve"> ze dne 19. 12. 2023</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xml:space="preserve">. § 1751 občanského zákoníku Zvláštní technické podmínky </w:t>
      </w:r>
      <w:proofErr w:type="gramStart"/>
      <w:r w:rsidRPr="00714D21">
        <w:t>tvoří</w:t>
      </w:r>
      <w:proofErr w:type="gramEnd"/>
      <w:r w:rsidRPr="00714D21">
        <w:t xml:space="preserve">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FA8C3DD" w14:textId="221B3C63" w:rsidR="00671E18" w:rsidRPr="00671E18" w:rsidRDefault="00671E18" w:rsidP="00671E18">
      <w:pPr>
        <w:pStyle w:val="Textbezodsazen"/>
        <w:numPr>
          <w:ilvl w:val="0"/>
          <w:numId w:val="49"/>
        </w:numPr>
        <w:ind w:left="567" w:hanging="567"/>
      </w:pPr>
      <w:r w:rsidRPr="00671E18">
        <w:t xml:space="preserve">DUSP + PDPS, zpracovaná společností MR Design CZ, s.r.o., IČO 25388606, v zastoupení Ing. Roman </w:t>
      </w:r>
      <w:proofErr w:type="spellStart"/>
      <w:r w:rsidRPr="00671E18">
        <w:t>Diehel</w:t>
      </w:r>
      <w:proofErr w:type="spellEnd"/>
      <w:r w:rsidRPr="00671E18">
        <w:t xml:space="preserve">, nábřeží Svazu protifašistických bojovníků 457/30, Poruba, </w:t>
      </w:r>
      <w:r>
        <w:br/>
      </w:r>
      <w:r w:rsidRPr="00671E18">
        <w:t>708 00 Ostrava 8, z 10/2022</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2F302A" w:rsidRPr="00F95FBD" w14:paraId="5E711F3D" w14:textId="77777777" w:rsidTr="002F302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2F302A" w:rsidRPr="00F95FBD" w:rsidRDefault="002F302A" w:rsidP="002F302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6F05D20" w14:textId="70B98AC3" w:rsidR="002F302A" w:rsidRPr="00E83F86" w:rsidRDefault="002F302A" w:rsidP="002F302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B53E6">
              <w:rPr>
                <w:lang w:eastAsia="en-US"/>
              </w:rPr>
              <w:t>Ing. Miroslav Bocák, ředitel Stavební správy východ</w:t>
            </w:r>
            <w:r w:rsidRPr="00DB53E6">
              <w:rPr>
                <w:highlight w:val="green"/>
                <w:lang w:eastAsia="en-US"/>
              </w:rPr>
              <w:t xml:space="preserve"> </w:t>
            </w:r>
          </w:p>
        </w:tc>
      </w:tr>
      <w:tr w:rsidR="002F302A" w:rsidRPr="00F95FBD" w14:paraId="5E5B1758" w14:textId="77777777" w:rsidTr="002F302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2F302A" w:rsidRPr="008175E5" w:rsidRDefault="002F302A" w:rsidP="002F302A">
            <w:pPr>
              <w:pStyle w:val="Tabulka"/>
              <w:rPr>
                <w:rStyle w:val="Nadpisvtabulce"/>
                <w:b w:val="0"/>
              </w:rPr>
            </w:pPr>
            <w:r w:rsidRPr="008175E5">
              <w:rPr>
                <w:rStyle w:val="Nadpisvtabulce"/>
                <w:b w:val="0"/>
              </w:rPr>
              <w:t>Adresa</w:t>
            </w:r>
          </w:p>
        </w:tc>
        <w:tc>
          <w:tcPr>
            <w:tcW w:w="5812" w:type="dxa"/>
          </w:tcPr>
          <w:p w14:paraId="190D40BF" w14:textId="77777777" w:rsidR="002F302A" w:rsidRPr="00DB53E6" w:rsidRDefault="002F302A" w:rsidP="002F302A">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563A2180" w14:textId="2C799410" w:rsidR="002F302A" w:rsidRPr="00E83F86" w:rsidRDefault="002F302A" w:rsidP="002F302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2F302A" w:rsidRPr="00F95FBD" w14:paraId="79A0DEBA" w14:textId="77777777" w:rsidTr="002F302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F302A" w:rsidRPr="00F95FBD" w:rsidRDefault="002F302A" w:rsidP="002F302A">
            <w:pPr>
              <w:pStyle w:val="Tabulka"/>
            </w:pPr>
            <w:r w:rsidRPr="00F95FBD">
              <w:t>E-mail</w:t>
            </w:r>
          </w:p>
        </w:tc>
        <w:tc>
          <w:tcPr>
            <w:tcW w:w="5812" w:type="dxa"/>
          </w:tcPr>
          <w:p w14:paraId="7629B28A" w14:textId="4F31F7E3" w:rsidR="002F302A" w:rsidRPr="00E83F86" w:rsidRDefault="002A35AF" w:rsidP="002F302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2F302A" w:rsidRPr="00DB53E6">
                <w:rPr>
                  <w:noProof/>
                  <w:color w:val="0563C1" w:themeColor="hyperlink"/>
                  <w:u w:val="single"/>
                  <w:lang w:eastAsia="en-US"/>
                </w:rPr>
                <w:t>Bocak@spravazeleznic.cz</w:t>
              </w:r>
            </w:hyperlink>
          </w:p>
        </w:tc>
      </w:tr>
      <w:tr w:rsidR="002F302A" w:rsidRPr="00F95FBD" w14:paraId="481C3FD9" w14:textId="77777777" w:rsidTr="002F302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F302A" w:rsidRPr="00F95FBD" w:rsidRDefault="002F302A" w:rsidP="002F302A">
            <w:pPr>
              <w:pStyle w:val="Tabulka"/>
            </w:pPr>
            <w:r w:rsidRPr="00F95FBD">
              <w:t>Telefon</w:t>
            </w:r>
          </w:p>
        </w:tc>
        <w:tc>
          <w:tcPr>
            <w:tcW w:w="5812" w:type="dxa"/>
          </w:tcPr>
          <w:p w14:paraId="5114A6A6" w14:textId="4AFFA3A5" w:rsidR="002F302A" w:rsidRPr="00E83F86" w:rsidRDefault="002F302A" w:rsidP="002F302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+420 606 780 184</w:t>
            </w:r>
          </w:p>
        </w:tc>
      </w:tr>
    </w:tbl>
    <w:p w14:paraId="054C3351" w14:textId="77777777" w:rsidR="00C81B8F" w:rsidRPr="00DB53E6" w:rsidRDefault="00C81B8F" w:rsidP="00C81B8F">
      <w:pPr>
        <w:spacing w:after="120" w:line="264" w:lineRule="auto"/>
        <w:jc w:val="both"/>
        <w:rPr>
          <w:sz w:val="18"/>
          <w:szCs w:val="18"/>
        </w:rPr>
      </w:pPr>
    </w:p>
    <w:p w14:paraId="575963E5" w14:textId="77777777" w:rsidR="00C81B8F" w:rsidRPr="00DB53E6" w:rsidRDefault="00C81B8F" w:rsidP="00C81B8F">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C81B8F" w:rsidRPr="00DB53E6" w14:paraId="1D869956" w14:textId="77777777" w:rsidTr="00934ED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5A2E3F" w14:textId="77777777" w:rsidR="00C81B8F" w:rsidRPr="00DB53E6" w:rsidRDefault="00C81B8F" w:rsidP="00934ED3">
            <w:pPr>
              <w:spacing w:before="40" w:after="40" w:line="240" w:lineRule="auto"/>
              <w:rPr>
                <w:b/>
                <w:sz w:val="18"/>
                <w:szCs w:val="18"/>
                <w:lang w:eastAsia="en-US"/>
              </w:rPr>
            </w:pPr>
            <w:r w:rsidRPr="00DB53E6">
              <w:rPr>
                <w:b/>
                <w:sz w:val="18"/>
                <w:szCs w:val="18"/>
                <w:lang w:eastAsia="en-US"/>
              </w:rPr>
              <w:t>Jméno a příjmení</w:t>
            </w:r>
          </w:p>
        </w:tc>
        <w:tc>
          <w:tcPr>
            <w:tcW w:w="5812" w:type="dxa"/>
            <w:vAlign w:val="top"/>
          </w:tcPr>
          <w:p w14:paraId="6DACE97F" w14:textId="7865A640" w:rsidR="00C81B8F" w:rsidRPr="00DB53E6" w:rsidRDefault="00C81B8F" w:rsidP="00934ED3">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 xml:space="preserve">Mgr. </w:t>
            </w:r>
            <w:r w:rsidR="00CB1AC5">
              <w:rPr>
                <w:sz w:val="18"/>
                <w:szCs w:val="18"/>
                <w:lang w:eastAsia="en-US"/>
              </w:rPr>
              <w:t>Markéta Volfová</w:t>
            </w:r>
            <w:r w:rsidRPr="00DB53E6">
              <w:rPr>
                <w:sz w:val="18"/>
                <w:szCs w:val="18"/>
                <w:lang w:eastAsia="en-US"/>
              </w:rPr>
              <w:t>, právník Stavební správy východ</w:t>
            </w:r>
          </w:p>
        </w:tc>
      </w:tr>
      <w:tr w:rsidR="00C81B8F" w:rsidRPr="00DB53E6" w14:paraId="7FA53446" w14:textId="77777777" w:rsidTr="00934ED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B536CF" w14:textId="77777777" w:rsidR="00C81B8F" w:rsidRPr="00DB53E6" w:rsidRDefault="00C81B8F" w:rsidP="00934ED3">
            <w:pPr>
              <w:spacing w:before="40" w:after="40" w:line="240" w:lineRule="auto"/>
              <w:rPr>
                <w:sz w:val="18"/>
                <w:szCs w:val="18"/>
                <w:lang w:eastAsia="en-US"/>
              </w:rPr>
            </w:pPr>
            <w:r w:rsidRPr="00DB53E6">
              <w:rPr>
                <w:sz w:val="18"/>
                <w:szCs w:val="18"/>
                <w:lang w:eastAsia="en-US"/>
              </w:rPr>
              <w:t>Adresa</w:t>
            </w:r>
          </w:p>
        </w:tc>
        <w:tc>
          <w:tcPr>
            <w:tcW w:w="5812" w:type="dxa"/>
            <w:vAlign w:val="top"/>
          </w:tcPr>
          <w:p w14:paraId="7604705F" w14:textId="77777777" w:rsidR="00C81B8F" w:rsidRPr="00DB53E6" w:rsidRDefault="00C81B8F" w:rsidP="00934ED3">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2357F02A" w14:textId="77777777" w:rsidR="00C81B8F" w:rsidRPr="00DB53E6" w:rsidRDefault="00C81B8F" w:rsidP="00934ED3">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Stavební správa východ, Nerudova 1, 779 00 Olomouc</w:t>
            </w:r>
          </w:p>
        </w:tc>
      </w:tr>
      <w:tr w:rsidR="00C81B8F" w:rsidRPr="00DB53E6" w14:paraId="29ED345A" w14:textId="77777777" w:rsidTr="00934ED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36A65" w14:textId="77777777" w:rsidR="00C81B8F" w:rsidRPr="00DB53E6" w:rsidRDefault="00C81B8F" w:rsidP="00934ED3">
            <w:pPr>
              <w:spacing w:before="40" w:after="40" w:line="240" w:lineRule="auto"/>
              <w:rPr>
                <w:sz w:val="18"/>
                <w:szCs w:val="18"/>
                <w:lang w:eastAsia="en-US"/>
              </w:rPr>
            </w:pPr>
            <w:r w:rsidRPr="00DB53E6">
              <w:rPr>
                <w:sz w:val="18"/>
                <w:szCs w:val="18"/>
                <w:lang w:eastAsia="en-US"/>
              </w:rPr>
              <w:t>E-mail</w:t>
            </w:r>
          </w:p>
        </w:tc>
        <w:tc>
          <w:tcPr>
            <w:tcW w:w="5812" w:type="dxa"/>
            <w:vAlign w:val="top"/>
          </w:tcPr>
          <w:p w14:paraId="6CA5A664" w14:textId="69085BE6" w:rsidR="00CB1AC5" w:rsidRPr="00DB53E6" w:rsidRDefault="002A35AF" w:rsidP="00CB1AC5">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hyperlink r:id="rId32" w:history="1">
              <w:r w:rsidR="00CB1AC5" w:rsidRPr="00A67258">
                <w:rPr>
                  <w:rStyle w:val="Hypertextovodkaz"/>
                  <w:noProof w:val="0"/>
                  <w:sz w:val="18"/>
                  <w:szCs w:val="18"/>
                  <w:lang w:eastAsia="en-US"/>
                </w:rPr>
                <w:t>volfova@spravazeleznic.cz</w:t>
              </w:r>
            </w:hyperlink>
          </w:p>
        </w:tc>
      </w:tr>
      <w:tr w:rsidR="00C81B8F" w:rsidRPr="00DB53E6" w14:paraId="762B9E20" w14:textId="77777777" w:rsidTr="00934ED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FE3B70" w14:textId="77777777" w:rsidR="00C81B8F" w:rsidRPr="00DB53E6" w:rsidRDefault="00C81B8F" w:rsidP="00934ED3">
            <w:pPr>
              <w:spacing w:before="40" w:after="40" w:line="240" w:lineRule="auto"/>
              <w:rPr>
                <w:sz w:val="18"/>
                <w:szCs w:val="18"/>
                <w:lang w:eastAsia="en-US"/>
              </w:rPr>
            </w:pPr>
            <w:r w:rsidRPr="00DB53E6">
              <w:rPr>
                <w:sz w:val="18"/>
                <w:szCs w:val="18"/>
                <w:lang w:eastAsia="en-US"/>
              </w:rPr>
              <w:t>Telefon</w:t>
            </w:r>
          </w:p>
        </w:tc>
        <w:tc>
          <w:tcPr>
            <w:tcW w:w="5812" w:type="dxa"/>
            <w:vAlign w:val="top"/>
          </w:tcPr>
          <w:p w14:paraId="333AE9E4" w14:textId="10F98562" w:rsidR="00C81B8F" w:rsidRPr="00DB53E6" w:rsidRDefault="00C81B8F" w:rsidP="00934ED3">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w:t>
            </w:r>
            <w:r w:rsidR="00CB1AC5">
              <w:rPr>
                <w:sz w:val="18"/>
                <w:szCs w:val="18"/>
                <w:lang w:eastAsia="en-US"/>
              </w:rPr>
              <w:t> 725 915 943</w:t>
            </w:r>
          </w:p>
        </w:tc>
      </w:tr>
    </w:tbl>
    <w:p w14:paraId="025E2AB7" w14:textId="77777777" w:rsidR="00C81B8F" w:rsidRPr="00F95FBD" w:rsidRDefault="00C81B8F" w:rsidP="00C81B8F">
      <w:pPr>
        <w:pStyle w:val="Textbezodsazen"/>
      </w:pPr>
    </w:p>
    <w:p w14:paraId="71994FF9" w14:textId="77777777" w:rsidR="00C81B8F" w:rsidRPr="00F95FBD" w:rsidRDefault="00C81B8F" w:rsidP="00C81B8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C81B8F" w:rsidRPr="00F95FBD" w14:paraId="078CB4E5" w14:textId="77777777" w:rsidTr="00934E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DE4B8" w14:textId="77777777" w:rsidR="00C81B8F" w:rsidRPr="00F95FBD" w:rsidRDefault="00C81B8F" w:rsidP="00934ED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415C288E" w14:textId="5EAF0721" w:rsidR="00C81B8F" w:rsidRPr="00E31CB8" w:rsidRDefault="00DB09A9" w:rsidP="00934ED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B09A9">
              <w:t>Ing. Lucie Modráčková</w:t>
            </w:r>
          </w:p>
        </w:tc>
      </w:tr>
      <w:tr w:rsidR="00C81B8F" w:rsidRPr="00F95FBD" w14:paraId="74963324" w14:textId="77777777" w:rsidTr="00934ED3">
        <w:tc>
          <w:tcPr>
            <w:cnfStyle w:val="001000000000" w:firstRow="0" w:lastRow="0" w:firstColumn="1" w:lastColumn="0" w:oddVBand="0" w:evenVBand="0" w:oddHBand="0" w:evenHBand="0" w:firstRowFirstColumn="0" w:firstRowLastColumn="0" w:lastRowFirstColumn="0" w:lastRowLastColumn="0"/>
            <w:tcW w:w="3056" w:type="dxa"/>
          </w:tcPr>
          <w:p w14:paraId="3C04587C" w14:textId="77777777" w:rsidR="00C81B8F" w:rsidRPr="00F95FBD" w:rsidRDefault="00C81B8F" w:rsidP="00934ED3">
            <w:pPr>
              <w:pStyle w:val="Tabulka"/>
              <w:rPr>
                <w:rStyle w:val="Nadpisvtabulce"/>
                <w:b w:val="0"/>
              </w:rPr>
            </w:pPr>
            <w:r>
              <w:rPr>
                <w:rStyle w:val="Nadpisvtabulce"/>
                <w:b w:val="0"/>
              </w:rPr>
              <w:t>Adresa</w:t>
            </w:r>
          </w:p>
        </w:tc>
        <w:tc>
          <w:tcPr>
            <w:tcW w:w="5812" w:type="dxa"/>
          </w:tcPr>
          <w:p w14:paraId="19BDF4AA" w14:textId="77777777" w:rsidR="00DB09A9" w:rsidRPr="00DB53E6" w:rsidRDefault="00DB09A9" w:rsidP="00DB09A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19BCA1C1" w14:textId="275FD1AF" w:rsidR="00C81B8F" w:rsidRPr="001F518E" w:rsidRDefault="00DB09A9" w:rsidP="00DB09A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C81B8F" w:rsidRPr="00F95FBD" w14:paraId="68A3EF73" w14:textId="77777777" w:rsidTr="00934ED3">
        <w:tc>
          <w:tcPr>
            <w:cnfStyle w:val="001000000000" w:firstRow="0" w:lastRow="0" w:firstColumn="1" w:lastColumn="0" w:oddVBand="0" w:evenVBand="0" w:oddHBand="0" w:evenHBand="0" w:firstRowFirstColumn="0" w:firstRowLastColumn="0" w:lastRowFirstColumn="0" w:lastRowLastColumn="0"/>
            <w:tcW w:w="3056" w:type="dxa"/>
          </w:tcPr>
          <w:p w14:paraId="4134D79A" w14:textId="77777777" w:rsidR="00C81B8F" w:rsidRPr="00F95FBD" w:rsidRDefault="00C81B8F" w:rsidP="00934ED3">
            <w:pPr>
              <w:pStyle w:val="Tabulka"/>
            </w:pPr>
            <w:r w:rsidRPr="00F95FBD">
              <w:t>E-mail</w:t>
            </w:r>
          </w:p>
        </w:tc>
        <w:tc>
          <w:tcPr>
            <w:tcW w:w="5812" w:type="dxa"/>
          </w:tcPr>
          <w:p w14:paraId="233FFB99" w14:textId="1C7CAD62" w:rsidR="00CB1AC5" w:rsidRPr="001F518E" w:rsidRDefault="002A35AF" w:rsidP="00CB1AC5">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CB1AC5" w:rsidRPr="00A67258">
                <w:rPr>
                  <w:rStyle w:val="Hypertextovodkaz"/>
                  <w:noProof w:val="0"/>
                </w:rPr>
                <w:t>modrackova@spravazeleznic.cz</w:t>
              </w:r>
            </w:hyperlink>
          </w:p>
        </w:tc>
      </w:tr>
      <w:tr w:rsidR="00C81B8F" w:rsidRPr="00F95FBD" w14:paraId="723048D9" w14:textId="77777777" w:rsidTr="00934ED3">
        <w:tc>
          <w:tcPr>
            <w:cnfStyle w:val="001000000000" w:firstRow="0" w:lastRow="0" w:firstColumn="1" w:lastColumn="0" w:oddVBand="0" w:evenVBand="0" w:oddHBand="0" w:evenHBand="0" w:firstRowFirstColumn="0" w:firstRowLastColumn="0" w:lastRowFirstColumn="0" w:lastRowLastColumn="0"/>
            <w:tcW w:w="3056" w:type="dxa"/>
          </w:tcPr>
          <w:p w14:paraId="74260AEE" w14:textId="77777777" w:rsidR="00C81B8F" w:rsidRPr="00F95FBD" w:rsidRDefault="00C81B8F" w:rsidP="00934ED3">
            <w:pPr>
              <w:pStyle w:val="Tabulka"/>
            </w:pPr>
            <w:r w:rsidRPr="00F95FBD">
              <w:t>Telefon</w:t>
            </w:r>
          </w:p>
        </w:tc>
        <w:tc>
          <w:tcPr>
            <w:tcW w:w="5812" w:type="dxa"/>
          </w:tcPr>
          <w:p w14:paraId="727E4BD6" w14:textId="3E402838" w:rsidR="00C81B8F" w:rsidRPr="001F518E" w:rsidRDefault="00CB1AC5" w:rsidP="00934ED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2C5B">
              <w:rPr>
                <w:szCs w:val="14"/>
              </w:rPr>
              <w:t>+420 720 812 886</w:t>
            </w:r>
          </w:p>
        </w:tc>
      </w:tr>
    </w:tbl>
    <w:p w14:paraId="4167B3A1" w14:textId="77777777" w:rsidR="00C81B8F" w:rsidRPr="00F95FBD" w:rsidRDefault="00C81B8F" w:rsidP="00C81B8F">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1DAF2DB0" w:rsidR="002038D5" w:rsidRPr="00F95FBD" w:rsidRDefault="001F518E" w:rsidP="00165977">
      <w:pPr>
        <w:pStyle w:val="Nadpistabulky"/>
        <w:rPr>
          <w:sz w:val="18"/>
          <w:szCs w:val="18"/>
        </w:rPr>
      </w:pPr>
      <w:r>
        <w:rPr>
          <w:sz w:val="18"/>
          <w:szCs w:val="18"/>
        </w:rPr>
        <w:t xml:space="preserve">Zástupce stavbyvedoucího </w:t>
      </w:r>
      <w:r w:rsidR="001071C8" w:rsidRPr="001071C8">
        <w:rPr>
          <w:sz w:val="18"/>
          <w:szCs w:val="18"/>
        </w:rPr>
        <w:t>(specialista (vedoucí prací) na techniku prostředí staveb)</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6741A">
              <w:rPr>
                <w:highlight w:val="green"/>
              </w:rPr>
              <w:t xml:space="preserve">Na toto místo bude jako minimální výše pojistného plnění vložena částka, která bude odpovídat výši Ceny Díla bez DPH, kterou </w:t>
            </w:r>
            <w:r w:rsidR="00306966">
              <w:rPr>
                <w:highlight w:val="green"/>
              </w:rPr>
              <w:t xml:space="preserve">účastník výběrového řízení </w:t>
            </w:r>
            <w:r w:rsidRPr="0076741A">
              <w:rPr>
                <w:highlight w:val="green"/>
              </w:rPr>
              <w:t>včlení do těla závazného vzoru Smlouvy předloženého</w:t>
            </w:r>
            <w:r w:rsidR="00A349C6" w:rsidRPr="0076741A">
              <w:rPr>
                <w:highlight w:val="green"/>
              </w:rPr>
              <w:t xml:space="preserve"> v </w:t>
            </w:r>
            <w:r w:rsidRPr="0076741A">
              <w:rPr>
                <w:highlight w:val="green"/>
              </w:rPr>
              <w:t xml:space="preserve">nabídce </w:t>
            </w:r>
            <w:r w:rsidR="00306966" w:rsidRPr="00700B0F">
              <w:rPr>
                <w:highlight w:val="green"/>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2E864CC"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C40E00">
              <w:t xml:space="preserve">Minimálně </w:t>
            </w:r>
            <w:r w:rsidR="00C40E00" w:rsidRPr="00C40E00">
              <w:t>4 000 000,-</w:t>
            </w:r>
            <w:r w:rsidRPr="00C40E00">
              <w:t xml:space="preserve"> Kč na jednu pojistnou událost</w:t>
            </w:r>
            <w:r w:rsidR="00A349C6" w:rsidRPr="00C40E00">
              <w:t xml:space="preserve"> a </w:t>
            </w:r>
            <w:r w:rsidR="00C40E00" w:rsidRPr="00C40E00">
              <w:t xml:space="preserve">8 000 000,- </w:t>
            </w:r>
            <w:r w:rsidRPr="00C40E00">
              <w:t>Kč</w:t>
            </w:r>
            <w:r w:rsidR="00A349C6" w:rsidRPr="00C40E00">
              <w:t xml:space="preserve"> v </w:t>
            </w:r>
            <w:r w:rsidRPr="00C40E00">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08505F6A"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35AF">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720720A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35AF">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4F7A123A"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A35AF">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4042820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35AF">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2C5EA69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35AF">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65A4BF3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35AF">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366F22A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A35AF">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614A4B0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35AF">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E7501" w:rsidRDefault="003E7501" w:rsidP="00C1662E">
    <w:pPr>
      <w:pStyle w:val="Zpat"/>
      <w:rPr>
        <w:sz w:val="2"/>
        <w:szCs w:val="2"/>
      </w:rPr>
    </w:pPr>
  </w:p>
  <w:p w14:paraId="714528BB" w14:textId="79A34D50" w:rsidR="003E7501" w:rsidRDefault="003E7501" w:rsidP="00C82D65">
    <w:pPr>
      <w:spacing w:after="0" w:line="240" w:lineRule="auto"/>
      <w:rPr>
        <w:b/>
        <w:i/>
        <w:color w:val="00B050"/>
      </w:rPr>
    </w:pPr>
    <w:r w:rsidRPr="00BC322B">
      <w:rPr>
        <w:b/>
        <w:i/>
        <w:color w:val="00B050"/>
      </w:rPr>
      <w:t xml:space="preserve">: </w:t>
    </w: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63914C7" w14:textId="3EB52D9E" w:rsidR="003E7501" w:rsidRPr="00EF529C" w:rsidRDefault="003E7501" w:rsidP="00C82D65">
    <w:pPr>
      <w:pStyle w:val="Zpat"/>
      <w:rPr>
        <w:rFonts w:cs="Calibri"/>
        <w:sz w:val="4"/>
        <w:szCs w:val="4"/>
      </w:rPr>
    </w:pPr>
  </w:p>
  <w:p w14:paraId="27D1AED5" w14:textId="27C2BE80" w:rsidR="003E7501" w:rsidRPr="001E4BDC" w:rsidRDefault="003E7501" w:rsidP="00C1662E">
    <w:pPr>
      <w:pStyle w:val="Zpat"/>
      <w:rPr>
        <w:sz w:val="12"/>
        <w:szCs w:val="12"/>
      </w:rPr>
    </w:pP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394F1852"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35AF">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730FAB9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35AF">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65860F2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35AF">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4"/>
  </w:num>
  <w:num w:numId="4" w16cid:durableId="1110322721">
    <w:abstractNumId w:val="4"/>
  </w:num>
  <w:num w:numId="5" w16cid:durableId="8160687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6"/>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6"/>
  </w:num>
  <w:num w:numId="31" w16cid:durableId="1959410651">
    <w:abstractNumId w:val="16"/>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5"/>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7"/>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3"/>
  </w:num>
  <w:num w:numId="43" w16cid:durableId="83578653">
    <w:abstractNumId w:val="18"/>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 w:numId="49" w16cid:durableId="168532699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3FF7"/>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071C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99C"/>
    <w:rsid w:val="001B4E74"/>
    <w:rsid w:val="001C126B"/>
    <w:rsid w:val="001C5817"/>
    <w:rsid w:val="001C645F"/>
    <w:rsid w:val="001D5737"/>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5AF"/>
    <w:rsid w:val="002A3B57"/>
    <w:rsid w:val="002C03CB"/>
    <w:rsid w:val="002C0721"/>
    <w:rsid w:val="002C11E7"/>
    <w:rsid w:val="002C31BF"/>
    <w:rsid w:val="002D7AA5"/>
    <w:rsid w:val="002D7FD6"/>
    <w:rsid w:val="002E0CD7"/>
    <w:rsid w:val="002E0CFB"/>
    <w:rsid w:val="002E5C7B"/>
    <w:rsid w:val="002F302A"/>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2EB2"/>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86FA0"/>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1E18"/>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2452"/>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0E00"/>
    <w:rsid w:val="00C42FE6"/>
    <w:rsid w:val="00C44F6A"/>
    <w:rsid w:val="00C4638F"/>
    <w:rsid w:val="00C55097"/>
    <w:rsid w:val="00C6198E"/>
    <w:rsid w:val="00C64C19"/>
    <w:rsid w:val="00C708EA"/>
    <w:rsid w:val="00C778A5"/>
    <w:rsid w:val="00C81B8F"/>
    <w:rsid w:val="00C82D65"/>
    <w:rsid w:val="00C866F8"/>
    <w:rsid w:val="00C86A8C"/>
    <w:rsid w:val="00C9118F"/>
    <w:rsid w:val="00C95162"/>
    <w:rsid w:val="00CB1AC5"/>
    <w:rsid w:val="00CB4F6D"/>
    <w:rsid w:val="00CB6A37"/>
    <w:rsid w:val="00CB7684"/>
    <w:rsid w:val="00CC4EA8"/>
    <w:rsid w:val="00CC6517"/>
    <w:rsid w:val="00CC7C8F"/>
    <w:rsid w:val="00CC7CAD"/>
    <w:rsid w:val="00CD1FC4"/>
    <w:rsid w:val="00CD753C"/>
    <w:rsid w:val="00CE3EF8"/>
    <w:rsid w:val="00CE48A6"/>
    <w:rsid w:val="00CE59A1"/>
    <w:rsid w:val="00CE5D57"/>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B09A9"/>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C81B8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CB1A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modrackov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1052</TotalTime>
  <Pages>32</Pages>
  <Words>6427</Words>
  <Characters>37924</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14</cp:revision>
  <cp:lastPrinted>2021-01-26T08:00:00Z</cp:lastPrinted>
  <dcterms:created xsi:type="dcterms:W3CDTF">2024-01-26T06:53:00Z</dcterms:created>
  <dcterms:modified xsi:type="dcterms:W3CDTF">2024-03-26T06:40:00Z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